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40F0B3" w14:textId="77777777" w:rsidR="00F018AE" w:rsidRDefault="00F018AE" w:rsidP="00F018AE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r w:rsidR="00C2449C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do Ogłoszenia</w:t>
      </w:r>
    </w:p>
    <w:p w14:paraId="6C5EB920" w14:textId="77777777" w:rsidR="00F018AE" w:rsidRDefault="00F018AE" w:rsidP="00F018AE">
      <w:pPr>
        <w:jc w:val="center"/>
        <w:rPr>
          <w:b/>
          <w:bCs/>
        </w:rPr>
      </w:pPr>
      <w:r>
        <w:rPr>
          <w:b/>
          <w:bCs/>
        </w:rPr>
        <w:t>Wzór</w:t>
      </w:r>
    </w:p>
    <w:p w14:paraId="08F0E003" w14:textId="77777777" w:rsidR="00F018AE" w:rsidRDefault="00F018AE" w:rsidP="00F018AE">
      <w:pPr>
        <w:jc w:val="both"/>
      </w:pPr>
      <w:r>
        <w:t>…………………..………………………..</w:t>
      </w:r>
    </w:p>
    <w:p w14:paraId="1BCE8F69" w14:textId="77777777" w:rsidR="00F018AE" w:rsidRDefault="00F018AE" w:rsidP="00F018AE">
      <w:pPr>
        <w:jc w:val="both"/>
        <w:rPr>
          <w:i/>
          <w:iCs/>
        </w:rPr>
      </w:pPr>
      <w:r>
        <w:rPr>
          <w:i/>
          <w:iCs/>
        </w:rPr>
        <w:t>Nazwa i adres Wykonawcy</w:t>
      </w:r>
    </w:p>
    <w:p w14:paraId="749B92EE" w14:textId="0F3C05B5" w:rsidR="009249F1" w:rsidRDefault="009249F1" w:rsidP="00F018AE">
      <w:pPr>
        <w:jc w:val="center"/>
        <w:rPr>
          <w:b/>
          <w:bCs/>
          <w:sz w:val="20"/>
          <w:szCs w:val="20"/>
        </w:rPr>
      </w:pPr>
      <w:bookmarkStart w:id="0" w:name="_GoBack"/>
      <w:bookmarkEnd w:id="0"/>
      <w:r w:rsidRPr="009249F1">
        <w:rPr>
          <w:b/>
          <w:bCs/>
          <w:sz w:val="20"/>
          <w:szCs w:val="20"/>
        </w:rPr>
        <w:t>Wykaz przeprowadzonych</w:t>
      </w:r>
      <w:r w:rsidRPr="009249F1">
        <w:rPr>
          <w:b/>
          <w:bCs/>
          <w:sz w:val="20"/>
          <w:szCs w:val="20"/>
        </w:rPr>
        <w:t xml:space="preserve"> </w:t>
      </w:r>
      <w:r w:rsidRPr="009249F1">
        <w:rPr>
          <w:b/>
          <w:bCs/>
          <w:sz w:val="20"/>
          <w:szCs w:val="20"/>
        </w:rPr>
        <w:t>szkoleń, zajęć warsztatowych lub wykładów dla dzieci w wieku przedszkolnym oraz uczniów i uczennic szkół I/II/III/IV poziomu nauczania zrealizowanych i rozliczonych lub będących w trakcie realizacji, w okresie ostatnich 3 lat przed dniem złożeniem oferty</w:t>
      </w:r>
    </w:p>
    <w:p w14:paraId="33F910D2" w14:textId="77777777" w:rsidR="0000187A" w:rsidRPr="00602679" w:rsidRDefault="0000187A" w:rsidP="00F018AE">
      <w:pPr>
        <w:jc w:val="center"/>
        <w:rPr>
          <w:b/>
          <w:bCs/>
          <w:sz w:val="20"/>
          <w:szCs w:val="20"/>
        </w:rPr>
      </w:pPr>
    </w:p>
    <w:tbl>
      <w:tblPr>
        <w:tblW w:w="143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1"/>
        <w:gridCol w:w="1418"/>
        <w:gridCol w:w="3658"/>
        <w:gridCol w:w="3040"/>
        <w:gridCol w:w="2750"/>
        <w:gridCol w:w="2977"/>
      </w:tblGrid>
      <w:tr w:rsidR="00F018AE" w14:paraId="353D68F1" w14:textId="77777777" w:rsidTr="00B609AD">
        <w:trPr>
          <w:cantSplit/>
          <w:trHeight w:val="510"/>
          <w:jc w:val="center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071C5B" w14:textId="77777777" w:rsidR="00F018AE" w:rsidRDefault="00F018AE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Lp.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D7C79F" w14:textId="77777777" w:rsidR="00F018AE" w:rsidRDefault="00F018AE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Tytuł szkolenia</w:t>
            </w:r>
            <w:r w:rsidR="005E52B0">
              <w:rPr>
                <w:rFonts w:ascii="Arial Narrow" w:hAnsi="Arial Narrow" w:cs="Arial Narrow"/>
                <w:sz w:val="20"/>
                <w:szCs w:val="20"/>
              </w:rPr>
              <w:t>/</w:t>
            </w:r>
            <w:r w:rsidR="005E52B0">
              <w:rPr>
                <w:rFonts w:ascii="Arial Narrow" w:hAnsi="Arial Narrow" w:cs="Arial Narrow"/>
                <w:sz w:val="20"/>
                <w:szCs w:val="20"/>
              </w:rPr>
              <w:br/>
              <w:t>warsztatu/</w:t>
            </w:r>
            <w:r w:rsidR="005E52B0">
              <w:rPr>
                <w:rFonts w:ascii="Arial Narrow" w:hAnsi="Arial Narrow" w:cs="Arial Narrow"/>
                <w:sz w:val="20"/>
                <w:szCs w:val="20"/>
              </w:rPr>
              <w:br/>
              <w:t>wykładu</w:t>
            </w:r>
          </w:p>
          <w:p w14:paraId="6D11DC47" w14:textId="77777777" w:rsidR="00F018AE" w:rsidRDefault="00F018AE">
            <w:pPr>
              <w:ind w:left="-108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3C6E80" w14:textId="77777777" w:rsidR="00F018AE" w:rsidRDefault="00F018AE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Opis szkolenia</w:t>
            </w:r>
          </w:p>
        </w:tc>
        <w:tc>
          <w:tcPr>
            <w:tcW w:w="3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68151D" w14:textId="77777777" w:rsidR="00F018AE" w:rsidRDefault="00F018AE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Źródło finansowania</w:t>
            </w:r>
          </w:p>
        </w:tc>
        <w:tc>
          <w:tcPr>
            <w:tcW w:w="2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FEF9F6" w14:textId="77777777" w:rsidR="00F018AE" w:rsidRDefault="00F018AE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Okres realizacji</w:t>
            </w:r>
            <w:r>
              <w:rPr>
                <w:rFonts w:ascii="Arial Narrow" w:hAnsi="Arial Narrow" w:cs="Arial Narrow"/>
                <w:i/>
                <w:iCs/>
                <w:sz w:val="20"/>
                <w:szCs w:val="20"/>
              </w:rPr>
              <w:t xml:space="preserve"> dd/mm/rrr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C838F1" w14:textId="77777777" w:rsidR="00F018AE" w:rsidRDefault="00F018AE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Podmiot, na rzecz którego lub we współpracy, z którym został wykonany projekt</w:t>
            </w:r>
          </w:p>
        </w:tc>
      </w:tr>
      <w:tr w:rsidR="00F018AE" w14:paraId="58A533AA" w14:textId="77777777" w:rsidTr="00B609AD">
        <w:trPr>
          <w:cantSplit/>
          <w:trHeight w:val="510"/>
          <w:jc w:val="center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FB4E7" w14:textId="77777777" w:rsidR="00F018AE" w:rsidRDefault="00F018AE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BC31A" w14:textId="77777777" w:rsidR="00F018AE" w:rsidRDefault="00F018AE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8BDB2" w14:textId="77777777" w:rsidR="00F018AE" w:rsidRDefault="00F018AE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23C3E" w14:textId="77777777" w:rsidR="00F018AE" w:rsidRDefault="00F018AE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2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DE38C" w14:textId="77777777" w:rsidR="00F018AE" w:rsidRDefault="00F018AE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F6791" w14:textId="77777777" w:rsidR="00F018AE" w:rsidRDefault="00F018AE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00187A" w14:paraId="2C31B08B" w14:textId="77777777" w:rsidTr="00B609AD">
        <w:trPr>
          <w:trHeight w:val="973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BE2B0" w14:textId="77777777" w:rsidR="0000187A" w:rsidRDefault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46349" w14:textId="77777777" w:rsidR="0000187A" w:rsidRDefault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D032" w14:textId="77777777" w:rsidR="0000187A" w:rsidRDefault="0000187A" w:rsidP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7CECDE7C" w14:textId="77777777" w:rsidR="0000187A" w:rsidRDefault="0000187A" w:rsidP="005E52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03076" w14:textId="77777777" w:rsidR="0000187A" w:rsidRDefault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FEA9F" w14:textId="77777777" w:rsidR="0000187A" w:rsidRDefault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8A1BC" w14:textId="77777777" w:rsidR="0000187A" w:rsidRDefault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187A" w14:paraId="4AF66BD8" w14:textId="77777777" w:rsidTr="00B609AD">
        <w:trPr>
          <w:trHeight w:val="973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E9918" w14:textId="77777777" w:rsidR="0000187A" w:rsidRDefault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3E3F8" w14:textId="77777777" w:rsidR="0000187A" w:rsidRDefault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680D" w14:textId="77777777" w:rsidR="0000187A" w:rsidRDefault="0000187A" w:rsidP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26D9517" w14:textId="77777777" w:rsidR="0000187A" w:rsidRDefault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D4915" w14:textId="77777777" w:rsidR="0000187A" w:rsidRDefault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9672B" w14:textId="77777777" w:rsidR="0000187A" w:rsidRDefault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7D3D6" w14:textId="77777777" w:rsidR="0000187A" w:rsidRDefault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187A" w14:paraId="283DF563" w14:textId="77777777" w:rsidTr="00B609AD">
        <w:trPr>
          <w:trHeight w:val="973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412A9" w14:textId="77777777" w:rsidR="0000187A" w:rsidRDefault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CCB64" w14:textId="77777777" w:rsidR="0000187A" w:rsidRDefault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87AF" w14:textId="77777777" w:rsidR="0000187A" w:rsidRDefault="0000187A" w:rsidP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8FB92" w14:textId="77777777" w:rsidR="0000187A" w:rsidRDefault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7F652" w14:textId="77777777" w:rsidR="0000187A" w:rsidRDefault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158F2" w14:textId="77777777" w:rsidR="0000187A" w:rsidRDefault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187A" w14:paraId="756E6DB2" w14:textId="77777777" w:rsidTr="00B609AD">
        <w:trPr>
          <w:trHeight w:val="973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B96A7" w14:textId="77777777" w:rsidR="0000187A" w:rsidRDefault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F6DA5" w14:textId="77777777" w:rsidR="0000187A" w:rsidRDefault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18DA" w14:textId="77777777" w:rsidR="0000187A" w:rsidRDefault="0000187A" w:rsidP="005E52B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C28BA" w14:textId="77777777" w:rsidR="0000187A" w:rsidRDefault="0000187A" w:rsidP="005E52B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356FD" w14:textId="77777777" w:rsidR="0000187A" w:rsidRDefault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D05A4" w14:textId="77777777" w:rsidR="0000187A" w:rsidRDefault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187A" w14:paraId="1BF14EE1" w14:textId="77777777" w:rsidTr="00B609AD">
        <w:trPr>
          <w:trHeight w:val="973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32F17" w14:textId="77777777" w:rsidR="0000187A" w:rsidRDefault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24EB5" w14:textId="77777777" w:rsidR="0000187A" w:rsidRDefault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6F4A" w14:textId="77777777" w:rsidR="0000187A" w:rsidRDefault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43530" w14:textId="77777777" w:rsidR="0000187A" w:rsidRDefault="0000187A" w:rsidP="005E52B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3AF8" w14:textId="77777777" w:rsidR="0000187A" w:rsidRDefault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80F56" w14:textId="77777777" w:rsidR="0000187A" w:rsidRDefault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187A" w14:paraId="7C3A3985" w14:textId="77777777" w:rsidTr="00B609AD">
        <w:trPr>
          <w:trHeight w:val="973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BD227" w14:textId="77777777" w:rsidR="0000187A" w:rsidRDefault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9CF6D" w14:textId="77777777" w:rsidR="0000187A" w:rsidRDefault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5759" w14:textId="77777777" w:rsidR="0000187A" w:rsidRDefault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EC780" w14:textId="77777777" w:rsidR="0000187A" w:rsidRDefault="0000187A" w:rsidP="005E52B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84EFF" w14:textId="77777777" w:rsidR="0000187A" w:rsidRDefault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49C8" w14:textId="77777777" w:rsidR="0000187A" w:rsidRDefault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187A" w14:paraId="79B86478" w14:textId="77777777" w:rsidTr="00B609AD">
        <w:trPr>
          <w:trHeight w:val="973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DA88A" w14:textId="77777777" w:rsidR="0000187A" w:rsidRDefault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78E79" w14:textId="77777777" w:rsidR="0000187A" w:rsidRDefault="0000187A" w:rsidP="005E52B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97B7" w14:textId="77777777" w:rsidR="0000187A" w:rsidRDefault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1DC62691" w14:textId="77777777" w:rsidR="0000187A" w:rsidRDefault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24F68" w14:textId="77777777" w:rsidR="0000187A" w:rsidRDefault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D349B" w14:textId="77777777" w:rsidR="0000187A" w:rsidRDefault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7E065" w14:textId="77777777" w:rsidR="0000187A" w:rsidRDefault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187A" w14:paraId="5B1B61E0" w14:textId="77777777" w:rsidTr="00B609AD">
        <w:trPr>
          <w:trHeight w:val="973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3515F" w14:textId="77777777" w:rsidR="0000187A" w:rsidRDefault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57410" w14:textId="77777777" w:rsidR="0000187A" w:rsidRDefault="0000187A" w:rsidP="005E52B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7FC0" w14:textId="77777777" w:rsidR="0000187A" w:rsidRDefault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BBED9" w14:textId="77777777" w:rsidR="0000187A" w:rsidRDefault="0000187A" w:rsidP="005E52B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532FE" w14:textId="77777777" w:rsidR="0000187A" w:rsidRDefault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221E7" w14:textId="77777777" w:rsidR="0000187A" w:rsidRDefault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187A" w14:paraId="5BCA66B2" w14:textId="77777777" w:rsidTr="00B609AD">
        <w:trPr>
          <w:trHeight w:val="973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A8BD" w14:textId="77777777" w:rsidR="0000187A" w:rsidRDefault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36BE" w14:textId="77777777" w:rsidR="0000187A" w:rsidRDefault="0000187A" w:rsidP="005E52B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5204B" w14:textId="77777777" w:rsidR="0000187A" w:rsidRDefault="0000187A" w:rsidP="005E52B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4AE18" w14:textId="77777777" w:rsidR="0000187A" w:rsidRDefault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7A82F" w14:textId="77777777" w:rsidR="0000187A" w:rsidRDefault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BE844" w14:textId="77777777" w:rsidR="0000187A" w:rsidRDefault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187A" w14:paraId="49888B10" w14:textId="77777777" w:rsidTr="00B609AD">
        <w:trPr>
          <w:trHeight w:val="973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AD60" w14:textId="77777777" w:rsidR="0000187A" w:rsidRDefault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23F99" w14:textId="77777777" w:rsidR="0000187A" w:rsidRDefault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EB703" w14:textId="77777777" w:rsidR="0000187A" w:rsidRDefault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FAD42" w14:textId="77777777" w:rsidR="0000187A" w:rsidRDefault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6752C" w14:textId="77777777" w:rsidR="0000187A" w:rsidRDefault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FBA9" w14:textId="77777777" w:rsidR="0000187A" w:rsidRDefault="000018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09AD" w14:paraId="7527BF78" w14:textId="77777777" w:rsidTr="00B609AD">
        <w:trPr>
          <w:trHeight w:val="973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BCAA5" w14:textId="77777777" w:rsidR="00B609AD" w:rsidRDefault="00B609AD" w:rsidP="00F016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9C9A5" w14:textId="77777777" w:rsidR="00B609AD" w:rsidRDefault="00B609AD" w:rsidP="00F016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9B781" w14:textId="77777777" w:rsidR="00B609AD" w:rsidRDefault="00B609AD" w:rsidP="00F016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8D60" w14:textId="77777777" w:rsidR="00B609AD" w:rsidRDefault="00B609AD" w:rsidP="00F016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9A0F3" w14:textId="77777777" w:rsidR="00B609AD" w:rsidRDefault="00B609AD" w:rsidP="00F016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05488" w14:textId="77777777" w:rsidR="00B609AD" w:rsidRDefault="00B609AD" w:rsidP="00F016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09AD" w14:paraId="1A4C9841" w14:textId="77777777" w:rsidTr="00B609AD">
        <w:trPr>
          <w:trHeight w:val="973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9452C" w14:textId="77777777" w:rsidR="00B609AD" w:rsidRDefault="00B609AD" w:rsidP="00F016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F7615" w14:textId="77777777" w:rsidR="00B609AD" w:rsidRDefault="00B609AD" w:rsidP="00F016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2004F" w14:textId="77777777" w:rsidR="00B609AD" w:rsidRDefault="00B609AD" w:rsidP="00F016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2BA21" w14:textId="77777777" w:rsidR="00B609AD" w:rsidRDefault="00B609AD" w:rsidP="00F016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5F40" w14:textId="77777777" w:rsidR="00B609AD" w:rsidRDefault="00B609AD" w:rsidP="00F016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1FD3A" w14:textId="77777777" w:rsidR="00B609AD" w:rsidRDefault="00B609AD" w:rsidP="00F016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09AD" w14:paraId="142D3261" w14:textId="77777777" w:rsidTr="00B609AD">
        <w:trPr>
          <w:trHeight w:val="973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9A499" w14:textId="77777777" w:rsidR="00B609AD" w:rsidRDefault="00B609AD" w:rsidP="00F016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C30C9" w14:textId="77777777" w:rsidR="00B609AD" w:rsidRDefault="00B609AD" w:rsidP="00F016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8797E" w14:textId="77777777" w:rsidR="00B609AD" w:rsidRDefault="00B609AD" w:rsidP="00F016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9B4E2" w14:textId="77777777" w:rsidR="00B609AD" w:rsidRDefault="00B609AD" w:rsidP="00F016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D2155" w14:textId="77777777" w:rsidR="00B609AD" w:rsidRDefault="00B609AD" w:rsidP="00F016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4B4E9" w14:textId="77777777" w:rsidR="00B609AD" w:rsidRDefault="00B609AD" w:rsidP="00F016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09AD" w14:paraId="2261F6DB" w14:textId="77777777" w:rsidTr="00B609AD">
        <w:trPr>
          <w:trHeight w:val="973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25DB9" w14:textId="77777777" w:rsidR="00B609AD" w:rsidRDefault="00B609AD" w:rsidP="00F016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25BAD" w14:textId="77777777" w:rsidR="00B609AD" w:rsidRDefault="00B609AD" w:rsidP="00F016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3AAAD" w14:textId="77777777" w:rsidR="00B609AD" w:rsidRDefault="00B609AD" w:rsidP="00F016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79CD9" w14:textId="77777777" w:rsidR="00B609AD" w:rsidRDefault="00B609AD" w:rsidP="00F016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8E24A" w14:textId="77777777" w:rsidR="00B609AD" w:rsidRDefault="00B609AD" w:rsidP="00F016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DDFDC" w14:textId="77777777" w:rsidR="00B609AD" w:rsidRDefault="00B609AD" w:rsidP="00F016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09AD" w14:paraId="5824A6B9" w14:textId="77777777" w:rsidTr="00B609AD">
        <w:trPr>
          <w:trHeight w:val="973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7F3D2" w14:textId="77777777" w:rsidR="00B609AD" w:rsidRDefault="00B609AD" w:rsidP="00F016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184FA" w14:textId="77777777" w:rsidR="00B609AD" w:rsidRDefault="00B609AD" w:rsidP="00F016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71B73" w14:textId="77777777" w:rsidR="00B609AD" w:rsidRDefault="00B609AD" w:rsidP="00F016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4E033" w14:textId="77777777" w:rsidR="00B609AD" w:rsidRDefault="00B609AD" w:rsidP="00F016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9BAB3" w14:textId="77777777" w:rsidR="00B609AD" w:rsidRDefault="00B609AD" w:rsidP="00F016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C4B61" w14:textId="77777777" w:rsidR="00B609AD" w:rsidRDefault="00B609AD" w:rsidP="00F016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1CE2EC" w14:textId="77777777" w:rsidR="0000187A" w:rsidRDefault="0000187A" w:rsidP="00F93FBE">
      <w:pPr>
        <w:spacing w:line="276" w:lineRule="auto"/>
        <w:ind w:left="3531" w:firstLine="708"/>
        <w:rPr>
          <w:rFonts w:ascii="Arial" w:hAnsi="Arial" w:cs="Arial"/>
          <w:sz w:val="20"/>
          <w:szCs w:val="20"/>
        </w:rPr>
      </w:pPr>
    </w:p>
    <w:p w14:paraId="1C3A37CD" w14:textId="77777777" w:rsidR="0000187A" w:rsidRDefault="0000187A" w:rsidP="00F93FBE">
      <w:pPr>
        <w:spacing w:line="276" w:lineRule="auto"/>
        <w:ind w:left="3531" w:firstLine="708"/>
        <w:rPr>
          <w:rFonts w:ascii="Arial" w:hAnsi="Arial" w:cs="Arial"/>
          <w:sz w:val="20"/>
          <w:szCs w:val="20"/>
        </w:rPr>
      </w:pPr>
    </w:p>
    <w:p w14:paraId="007B7291" w14:textId="77777777" w:rsidR="00F018AE" w:rsidRPr="00F93FBE" w:rsidRDefault="00F018AE" w:rsidP="00F93FBE">
      <w:pPr>
        <w:spacing w:line="276" w:lineRule="auto"/>
        <w:ind w:left="3531" w:firstLine="708"/>
        <w:rPr>
          <w:rFonts w:ascii="Arial" w:hAnsi="Arial" w:cs="Arial"/>
          <w:sz w:val="20"/>
          <w:szCs w:val="20"/>
        </w:rPr>
      </w:pPr>
      <w:r w:rsidRPr="00F93FBE">
        <w:rPr>
          <w:rFonts w:ascii="Arial" w:hAnsi="Arial" w:cs="Arial"/>
          <w:sz w:val="20"/>
          <w:szCs w:val="20"/>
        </w:rPr>
        <w:t>……………………………….….………………………...……………………………</w:t>
      </w:r>
    </w:p>
    <w:p w14:paraId="1AE6D5E8" w14:textId="77777777" w:rsidR="00F018AE" w:rsidRPr="00F93FBE" w:rsidRDefault="00F02276" w:rsidP="00F93FB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</w:t>
      </w:r>
      <w:r w:rsidR="00F018AE" w:rsidRPr="00F93FBE">
        <w:rPr>
          <w:rFonts w:ascii="Arial" w:hAnsi="Arial" w:cs="Arial"/>
          <w:sz w:val="20"/>
          <w:szCs w:val="20"/>
        </w:rPr>
        <w:t>(</w:t>
      </w:r>
      <w:r w:rsidR="00F018AE" w:rsidRPr="00F93FBE">
        <w:rPr>
          <w:rFonts w:ascii="Arial" w:hAnsi="Arial" w:cs="Arial"/>
          <w:i/>
          <w:iCs/>
          <w:sz w:val="20"/>
          <w:szCs w:val="20"/>
        </w:rPr>
        <w:t>Data, podpis osoby/osób reprezentującej/ych podmiot</w:t>
      </w:r>
      <w:r>
        <w:rPr>
          <w:rFonts w:ascii="Arial" w:hAnsi="Arial" w:cs="Arial"/>
          <w:i/>
          <w:iCs/>
          <w:sz w:val="20"/>
          <w:szCs w:val="20"/>
        </w:rPr>
        <w:t>)</w:t>
      </w:r>
    </w:p>
    <w:p w14:paraId="24A8E5B9" w14:textId="77777777" w:rsidR="00F018AE" w:rsidRPr="00F93FBE" w:rsidRDefault="00F018AE" w:rsidP="00F93FBE">
      <w:pPr>
        <w:spacing w:line="276" w:lineRule="auto"/>
        <w:rPr>
          <w:rFonts w:ascii="Arial" w:hAnsi="Arial" w:cs="Arial"/>
          <w:sz w:val="20"/>
          <w:szCs w:val="20"/>
        </w:rPr>
      </w:pPr>
    </w:p>
    <w:p w14:paraId="7E81B146" w14:textId="77777777" w:rsidR="00F018AE" w:rsidRPr="00F93FBE" w:rsidRDefault="00F018AE" w:rsidP="00F93FBE">
      <w:pPr>
        <w:spacing w:line="276" w:lineRule="auto"/>
        <w:rPr>
          <w:rFonts w:ascii="Arial" w:hAnsi="Arial" w:cs="Arial"/>
          <w:sz w:val="20"/>
          <w:szCs w:val="20"/>
        </w:rPr>
      </w:pPr>
    </w:p>
    <w:p w14:paraId="507AC26D" w14:textId="77777777" w:rsidR="00F018AE" w:rsidRPr="00F93FBE" w:rsidRDefault="00F018AE" w:rsidP="00F93FBE">
      <w:pPr>
        <w:spacing w:line="276" w:lineRule="auto"/>
        <w:rPr>
          <w:rFonts w:ascii="Arial" w:hAnsi="Arial" w:cs="Arial"/>
          <w:sz w:val="20"/>
          <w:szCs w:val="20"/>
        </w:rPr>
      </w:pPr>
    </w:p>
    <w:p w14:paraId="1081B8BA" w14:textId="77777777" w:rsidR="002A62E5" w:rsidRPr="00602679" w:rsidRDefault="002A62E5" w:rsidP="00E610E8">
      <w:pPr>
        <w:rPr>
          <w:rFonts w:ascii="Arial" w:hAnsi="Arial" w:cs="Arial"/>
          <w:i/>
          <w:iCs/>
          <w:sz w:val="20"/>
          <w:szCs w:val="20"/>
        </w:rPr>
      </w:pPr>
    </w:p>
    <w:sectPr w:rsidR="002A62E5" w:rsidRPr="00602679" w:rsidSect="00BB66AD">
      <w:pgSz w:w="16838" w:h="11906" w:orient="landscape"/>
      <w:pgMar w:top="107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18AE"/>
    <w:rsid w:val="0000187A"/>
    <w:rsid w:val="00075E67"/>
    <w:rsid w:val="0009689A"/>
    <w:rsid w:val="000C231C"/>
    <w:rsid w:val="00152D91"/>
    <w:rsid w:val="00216EB2"/>
    <w:rsid w:val="002A62E5"/>
    <w:rsid w:val="003C3663"/>
    <w:rsid w:val="003D6173"/>
    <w:rsid w:val="004C17A7"/>
    <w:rsid w:val="00585B57"/>
    <w:rsid w:val="005E52B0"/>
    <w:rsid w:val="00602679"/>
    <w:rsid w:val="00714DD6"/>
    <w:rsid w:val="007C2DC8"/>
    <w:rsid w:val="00835CBD"/>
    <w:rsid w:val="008507D8"/>
    <w:rsid w:val="00912A4D"/>
    <w:rsid w:val="009249F1"/>
    <w:rsid w:val="0095793D"/>
    <w:rsid w:val="0096239F"/>
    <w:rsid w:val="00A45F1D"/>
    <w:rsid w:val="00A633DF"/>
    <w:rsid w:val="00A754F0"/>
    <w:rsid w:val="00AB1421"/>
    <w:rsid w:val="00B523C7"/>
    <w:rsid w:val="00B609AD"/>
    <w:rsid w:val="00BB4E8B"/>
    <w:rsid w:val="00BB66AD"/>
    <w:rsid w:val="00BC53D9"/>
    <w:rsid w:val="00C2449C"/>
    <w:rsid w:val="00C4615D"/>
    <w:rsid w:val="00C93530"/>
    <w:rsid w:val="00CC6CB0"/>
    <w:rsid w:val="00D90A95"/>
    <w:rsid w:val="00E46DBC"/>
    <w:rsid w:val="00E610E8"/>
    <w:rsid w:val="00F018AE"/>
    <w:rsid w:val="00F02276"/>
    <w:rsid w:val="00F93FBE"/>
    <w:rsid w:val="00F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66A783"/>
  <w15:docId w15:val="{403C4672-BB97-41D8-996A-5CDD1FB5C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18AE"/>
    <w:pPr>
      <w:spacing w:after="160" w:line="254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basedOn w:val="Domylnaczcionkaakapitu"/>
    <w:link w:val="Tytu"/>
    <w:locked/>
    <w:rsid w:val="00F018AE"/>
    <w:rPr>
      <w:rFonts w:ascii="Calibri" w:hAnsi="Calibri"/>
      <w:b/>
      <w:bCs/>
      <w:sz w:val="24"/>
      <w:szCs w:val="24"/>
      <w:lang w:val="pl-PL" w:eastAsia="ar-SA" w:bidi="ar-SA"/>
    </w:rPr>
  </w:style>
  <w:style w:type="paragraph" w:styleId="Tytu">
    <w:name w:val="Title"/>
    <w:basedOn w:val="Normalny"/>
    <w:next w:val="Podtytu"/>
    <w:link w:val="TytuZnak"/>
    <w:qFormat/>
    <w:rsid w:val="00F018AE"/>
    <w:pPr>
      <w:suppressAutoHyphens/>
      <w:spacing w:after="0" w:line="240" w:lineRule="auto"/>
      <w:jc w:val="center"/>
    </w:pPr>
    <w:rPr>
      <w:rFonts w:cs="Times New Roman"/>
      <w:b/>
      <w:bCs/>
      <w:sz w:val="24"/>
      <w:szCs w:val="24"/>
      <w:lang w:eastAsia="ar-SA"/>
    </w:rPr>
  </w:style>
  <w:style w:type="paragraph" w:styleId="Podtytu">
    <w:name w:val="Subtitle"/>
    <w:basedOn w:val="Normalny"/>
    <w:qFormat/>
    <w:rsid w:val="00F018A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rsid w:val="00F018A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85B57"/>
    <w:rPr>
      <w:rFonts w:ascii="Consolas" w:hAnsi="Consolas"/>
      <w:sz w:val="21"/>
      <w:szCs w:val="21"/>
    </w:rPr>
  </w:style>
  <w:style w:type="paragraph" w:styleId="Zwykytekst">
    <w:name w:val="Plain Text"/>
    <w:basedOn w:val="Normalny"/>
    <w:link w:val="ZwykytekstZnak"/>
    <w:uiPriority w:val="99"/>
    <w:unhideWhenUsed/>
    <w:rsid w:val="00585B57"/>
    <w:pPr>
      <w:spacing w:after="0" w:line="240" w:lineRule="auto"/>
    </w:pPr>
    <w:rPr>
      <w:rFonts w:ascii="Consolas" w:hAnsi="Consolas" w:cs="Times New Roman"/>
      <w:sz w:val="21"/>
      <w:szCs w:val="21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585B57"/>
    <w:rPr>
      <w:rFonts w:ascii="Consolas" w:hAnsi="Consolas" w:cs="Consolas"/>
      <w:sz w:val="21"/>
      <w:szCs w:val="21"/>
      <w:lang w:eastAsia="en-US"/>
    </w:rPr>
  </w:style>
  <w:style w:type="character" w:styleId="Pogrubienie">
    <w:name w:val="Strong"/>
    <w:basedOn w:val="Domylnaczcionkaakapitu"/>
    <w:uiPriority w:val="22"/>
    <w:qFormat/>
    <w:rsid w:val="00C461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0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79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8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43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21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79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97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8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1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1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18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8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12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40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0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760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9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36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5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83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7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18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94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2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8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1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42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99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2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57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47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79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21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61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71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87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0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15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2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1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1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38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23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1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1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1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51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0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1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9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2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33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0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0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4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9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54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65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26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1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65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66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29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33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03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64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37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4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0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9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7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5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1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3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52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49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66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24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8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44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13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72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0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3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81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3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7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43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8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25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9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42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32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5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4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14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1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5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5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5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1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6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1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6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33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1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0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59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2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62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18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8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63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55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0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1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54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8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4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29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20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94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9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2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8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9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3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1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8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125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Ogłoszenia</vt:lpstr>
    </vt:vector>
  </TitlesOfParts>
  <Company>ugm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Ogłoszenia</dc:title>
  <dc:creator>admin</dc:creator>
  <cp:lastModifiedBy>Katarzyna Korbiel</cp:lastModifiedBy>
  <cp:revision>11</cp:revision>
  <dcterms:created xsi:type="dcterms:W3CDTF">2017-01-24T09:55:00Z</dcterms:created>
  <dcterms:modified xsi:type="dcterms:W3CDTF">2019-10-14T13:54:00Z</dcterms:modified>
</cp:coreProperties>
</file>